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47795B" w:rsidRPr="00E54974" w:rsidRDefault="0047795B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47795B" w:rsidRPr="00E54974" w:rsidRDefault="0047795B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47795B" w:rsidRPr="00E54974" w:rsidRDefault="0047795B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 w:rsidRPr="00A932AB">
        <w:rPr>
          <w:rFonts w:ascii="Times New Roman" w:hAnsi="Times New Roman"/>
          <w:i/>
          <w:sz w:val="28"/>
          <w:szCs w:val="20"/>
          <w:lang w:eastAsia="ru-RU"/>
        </w:rPr>
        <w:t>«Б1.</w:t>
      </w:r>
      <w:r>
        <w:rPr>
          <w:rFonts w:ascii="Times New Roman" w:hAnsi="Times New Roman"/>
          <w:i/>
          <w:sz w:val="28"/>
          <w:szCs w:val="20"/>
          <w:lang w:eastAsia="ru-RU"/>
        </w:rPr>
        <w:t>Д.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Б.3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47795B" w:rsidRPr="00E54974" w:rsidRDefault="0047795B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47795B" w:rsidRDefault="0047795B" w:rsidP="00337D02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47795B" w:rsidRDefault="0047795B" w:rsidP="00337D02">
      <w:pPr>
        <w:pStyle w:val="ReportHead"/>
        <w:suppressAutoHyphens/>
        <w:spacing w:line="360" w:lineRule="auto"/>
      </w:pPr>
      <w:r>
        <w:t>БАКАЛАВРИАТ</w:t>
      </w:r>
    </w:p>
    <w:p w:rsidR="0047795B" w:rsidRDefault="0047795B" w:rsidP="00337D02">
      <w:pPr>
        <w:pStyle w:val="ReportHead"/>
        <w:suppressAutoHyphens/>
      </w:pPr>
      <w:r>
        <w:t>Направление подготовки</w:t>
      </w:r>
    </w:p>
    <w:p w:rsidR="0047795B" w:rsidRPr="00FE4C27" w:rsidRDefault="0047795B" w:rsidP="00337D02">
      <w:pPr>
        <w:pStyle w:val="ReportHead"/>
        <w:suppressAutoHyphens/>
        <w:rPr>
          <w:i/>
          <w:u w:val="single"/>
        </w:rPr>
      </w:pPr>
      <w:r w:rsidRPr="00FE4C27">
        <w:rPr>
          <w:i/>
          <w:u w:val="single"/>
        </w:rPr>
        <w:t>43</w:t>
      </w:r>
      <w:r>
        <w:rPr>
          <w:i/>
          <w:u w:val="single"/>
        </w:rPr>
        <w:t>.03.0</w:t>
      </w:r>
      <w:r w:rsidRPr="007311E1">
        <w:rPr>
          <w:i/>
          <w:u w:val="single"/>
        </w:rPr>
        <w:t>2</w:t>
      </w:r>
      <w:r>
        <w:rPr>
          <w:i/>
          <w:u w:val="single"/>
        </w:rPr>
        <w:t xml:space="preserve"> Туризм</w:t>
      </w:r>
    </w:p>
    <w:p w:rsidR="0047795B" w:rsidRDefault="0047795B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7795B" w:rsidRPr="00D77F36" w:rsidRDefault="0047795B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Технология и организация туроператорских и турагентских услуг</w:t>
      </w:r>
    </w:p>
    <w:p w:rsidR="0047795B" w:rsidRDefault="0047795B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7795B" w:rsidRDefault="0047795B" w:rsidP="00337D02">
      <w:pPr>
        <w:pStyle w:val="ReportHead"/>
        <w:suppressAutoHyphens/>
        <w:rPr>
          <w:sz w:val="24"/>
        </w:rPr>
      </w:pPr>
    </w:p>
    <w:p w:rsidR="0047795B" w:rsidRDefault="0047795B" w:rsidP="00337D02">
      <w:pPr>
        <w:pStyle w:val="ReportHead"/>
        <w:suppressAutoHyphens/>
      </w:pPr>
      <w:r>
        <w:t>Квалификация</w:t>
      </w:r>
    </w:p>
    <w:p w:rsidR="0047795B" w:rsidRDefault="0047795B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47795B" w:rsidRDefault="0047795B" w:rsidP="00337D02">
      <w:pPr>
        <w:pStyle w:val="ReportHead"/>
        <w:suppressAutoHyphens/>
        <w:spacing w:before="120"/>
      </w:pPr>
      <w:r>
        <w:t>Форма обучения</w:t>
      </w:r>
    </w:p>
    <w:p w:rsidR="0047795B" w:rsidRDefault="0047795B" w:rsidP="00337D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47795B" w:rsidRDefault="0047795B" w:rsidP="00337D02">
      <w:pPr>
        <w:pStyle w:val="ReportHead"/>
        <w:suppressAutoHyphens/>
      </w:pPr>
      <w:bookmarkStart w:id="1" w:name="BookmarkWhereDelChr13"/>
      <w:bookmarkEnd w:id="1"/>
    </w:p>
    <w:p w:rsidR="0047795B" w:rsidRDefault="0047795B" w:rsidP="00337D02">
      <w:pPr>
        <w:pStyle w:val="ReportHead"/>
        <w:suppressAutoHyphens/>
      </w:pPr>
    </w:p>
    <w:p w:rsidR="0047795B" w:rsidRDefault="0047795B" w:rsidP="00337D02">
      <w:pPr>
        <w:pStyle w:val="ReportHead"/>
        <w:suppressAutoHyphens/>
      </w:pPr>
    </w:p>
    <w:p w:rsidR="0047795B" w:rsidRDefault="0047795B" w:rsidP="00337D02">
      <w:pPr>
        <w:pStyle w:val="ReportHead"/>
        <w:suppressAutoHyphens/>
      </w:pPr>
    </w:p>
    <w:p w:rsidR="0047795B" w:rsidRDefault="0047795B" w:rsidP="00337D02">
      <w:pPr>
        <w:pStyle w:val="ReportHead"/>
        <w:suppressAutoHyphens/>
      </w:pPr>
    </w:p>
    <w:p w:rsidR="0047795B" w:rsidRDefault="0047795B" w:rsidP="00337D02">
      <w:pPr>
        <w:pStyle w:val="ReportHead"/>
        <w:suppressAutoHyphens/>
      </w:pPr>
    </w:p>
    <w:p w:rsidR="0047795B" w:rsidRPr="009B7930" w:rsidRDefault="0047795B" w:rsidP="00337D0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Год набора 202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p w:rsidR="0047795B" w:rsidRPr="0038627F" w:rsidRDefault="004779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47795B" w:rsidRPr="0038627F" w:rsidRDefault="004779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47795B" w:rsidRDefault="004779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47795B" w:rsidRPr="00337D02" w:rsidRDefault="0047795B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47795B" w:rsidRPr="00337D02" w:rsidRDefault="0047795B" w:rsidP="00337D02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_______________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В.Е.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Щербина </w:t>
      </w:r>
    </w:p>
    <w:p w:rsidR="0047795B" w:rsidRPr="00E54974" w:rsidRDefault="004779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47795B" w:rsidRPr="00E54974" w:rsidRDefault="004779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47795B" w:rsidRPr="00E54974" w:rsidRDefault="0047795B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47795B" w:rsidRPr="00E54974" w:rsidRDefault="0047795B" w:rsidP="00E54974">
      <w:pPr>
        <w:jc w:val="both"/>
        <w:rPr>
          <w:rFonts w:ascii="Times New Roman" w:hAnsi="Times New Roman"/>
          <w:sz w:val="28"/>
          <w:szCs w:val="28"/>
        </w:rPr>
      </w:pPr>
    </w:p>
    <w:p w:rsidR="0047795B" w:rsidRPr="00E54974" w:rsidRDefault="0047795B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337D02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47795B" w:rsidRPr="00E54974" w:rsidRDefault="0047795B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47795B" w:rsidRDefault="004779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47795B" w:rsidRDefault="004779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47795B" w:rsidRDefault="004779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47795B" w:rsidRDefault="004779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47795B" w:rsidRDefault="0047795B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47795B" w:rsidRPr="00E54974" w:rsidRDefault="0047795B" w:rsidP="00337D0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47795B" w:rsidRPr="00E54974" w:rsidRDefault="0047795B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47795B" w:rsidRPr="00E54974" w:rsidRDefault="0047795B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47795B" w:rsidRPr="00E54974" w:rsidRDefault="0047795B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47795B" w:rsidRPr="00E54974" w:rsidRDefault="0047795B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47795B" w:rsidRPr="00E54974" w:rsidRDefault="0047795B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47795B" w:rsidRPr="00E54974" w:rsidRDefault="0047795B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Default="0047795B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7795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47795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7795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47795B" w:rsidRPr="00A932A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47795B" w:rsidRPr="00A932A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47795B" w:rsidRPr="00A932A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47795B" w:rsidRPr="00A932A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47795B" w:rsidRPr="00A932A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47795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7795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47795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47795B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47795B" w:rsidRPr="00A932AB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47795B" w:rsidRPr="00A448C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47795B" w:rsidRPr="00A448C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47795B" w:rsidRPr="00E54974" w:rsidRDefault="0047795B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47795B" w:rsidRPr="008847D7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47795B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47795B" w:rsidRPr="00E54974" w:rsidRDefault="0047795B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47795B" w:rsidRPr="00E54974" w:rsidRDefault="0047795B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47795B" w:rsidRPr="00E54974" w:rsidRDefault="0047795B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47795B" w:rsidRPr="00E54974" w:rsidRDefault="0047795B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47795B" w:rsidRPr="00E54974" w:rsidRDefault="0047795B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47795B" w:rsidRDefault="0047795B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47795B" w:rsidRPr="00E54974" w:rsidRDefault="0047795B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7795B" w:rsidRPr="008847D7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47795B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47795B" w:rsidRPr="00E54974" w:rsidRDefault="0047795B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47795B" w:rsidRPr="00E54974" w:rsidRDefault="0047795B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47795B" w:rsidRPr="00E54974" w:rsidRDefault="0047795B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47795B" w:rsidRPr="00E54974" w:rsidRDefault="0047795B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:rsidR="0047795B" w:rsidRPr="00E54974" w:rsidRDefault="0047795B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47795B" w:rsidRPr="00E54974" w:rsidRDefault="0047795B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47795B" w:rsidRPr="00E54974" w:rsidRDefault="0047795B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47795B" w:rsidRPr="00E54974" w:rsidRDefault="0047795B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47795B" w:rsidRPr="008847D7" w:rsidRDefault="0047795B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47795B" w:rsidRPr="00E54974" w:rsidRDefault="0047795B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47795B" w:rsidRDefault="0047795B" w:rsidP="007661A4">
      <w:pPr>
        <w:spacing w:line="240" w:lineRule="auto"/>
      </w:pPr>
    </w:p>
    <w:sectPr w:rsidR="0047795B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95B" w:rsidRDefault="0047795B" w:rsidP="005A331F">
      <w:pPr>
        <w:spacing w:after="0" w:line="240" w:lineRule="auto"/>
      </w:pPr>
      <w:r>
        <w:separator/>
      </w:r>
    </w:p>
  </w:endnote>
  <w:endnote w:type="continuationSeparator" w:id="0">
    <w:p w:rsidR="0047795B" w:rsidRDefault="0047795B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5B" w:rsidRDefault="0047795B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795B" w:rsidRDefault="0047795B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5B" w:rsidRDefault="0047795B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7795B" w:rsidRDefault="0047795B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5B" w:rsidRDefault="0047795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95B" w:rsidRDefault="0047795B" w:rsidP="005A331F">
      <w:pPr>
        <w:spacing w:after="0" w:line="240" w:lineRule="auto"/>
      </w:pPr>
      <w:r>
        <w:separator/>
      </w:r>
    </w:p>
  </w:footnote>
  <w:footnote w:type="continuationSeparator" w:id="0">
    <w:p w:rsidR="0047795B" w:rsidRDefault="0047795B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5B" w:rsidRDefault="0047795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5B" w:rsidRDefault="0047795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5B" w:rsidRDefault="0047795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B6C"/>
    <w:rsid w:val="00072BF5"/>
    <w:rsid w:val="00080BAD"/>
    <w:rsid w:val="000821E1"/>
    <w:rsid w:val="000A3B16"/>
    <w:rsid w:val="000A7CCE"/>
    <w:rsid w:val="000F654B"/>
    <w:rsid w:val="0012798C"/>
    <w:rsid w:val="00151B82"/>
    <w:rsid w:val="001E1791"/>
    <w:rsid w:val="00311025"/>
    <w:rsid w:val="00337D02"/>
    <w:rsid w:val="00341D21"/>
    <w:rsid w:val="00347746"/>
    <w:rsid w:val="0038627F"/>
    <w:rsid w:val="003C2B40"/>
    <w:rsid w:val="003F6A29"/>
    <w:rsid w:val="0047795B"/>
    <w:rsid w:val="004B60BB"/>
    <w:rsid w:val="00516C5B"/>
    <w:rsid w:val="005344CA"/>
    <w:rsid w:val="00554E54"/>
    <w:rsid w:val="00590DE4"/>
    <w:rsid w:val="005A331F"/>
    <w:rsid w:val="005B1B04"/>
    <w:rsid w:val="006C222B"/>
    <w:rsid w:val="006D2C9B"/>
    <w:rsid w:val="006E3F3D"/>
    <w:rsid w:val="007311E1"/>
    <w:rsid w:val="0073503A"/>
    <w:rsid w:val="00756922"/>
    <w:rsid w:val="007661A4"/>
    <w:rsid w:val="007B4711"/>
    <w:rsid w:val="007F2342"/>
    <w:rsid w:val="0083282A"/>
    <w:rsid w:val="00841CF0"/>
    <w:rsid w:val="00870B89"/>
    <w:rsid w:val="00871AF6"/>
    <w:rsid w:val="00883B27"/>
    <w:rsid w:val="008847D7"/>
    <w:rsid w:val="008D2B59"/>
    <w:rsid w:val="00913CE7"/>
    <w:rsid w:val="0093444F"/>
    <w:rsid w:val="00960568"/>
    <w:rsid w:val="009B7930"/>
    <w:rsid w:val="00A13F5E"/>
    <w:rsid w:val="00A410DF"/>
    <w:rsid w:val="00A448C4"/>
    <w:rsid w:val="00A932AB"/>
    <w:rsid w:val="00AA26BD"/>
    <w:rsid w:val="00AC1410"/>
    <w:rsid w:val="00B00A3C"/>
    <w:rsid w:val="00B543FD"/>
    <w:rsid w:val="00BB695A"/>
    <w:rsid w:val="00C22CE4"/>
    <w:rsid w:val="00C655FD"/>
    <w:rsid w:val="00CD6211"/>
    <w:rsid w:val="00D10DDD"/>
    <w:rsid w:val="00D77F36"/>
    <w:rsid w:val="00D96073"/>
    <w:rsid w:val="00E54974"/>
    <w:rsid w:val="00E92D91"/>
    <w:rsid w:val="00E96D1F"/>
    <w:rsid w:val="00F43261"/>
    <w:rsid w:val="00F43433"/>
    <w:rsid w:val="00FC618A"/>
    <w:rsid w:val="00FE231E"/>
    <w:rsid w:val="00FE4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549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Normal"/>
    <w:link w:val="ReportHead0"/>
    <w:uiPriority w:val="99"/>
    <w:rsid w:val="00337D02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ReportHead0">
    <w:name w:val="Report_Head Знак"/>
    <w:link w:val="ReportHead"/>
    <w:uiPriority w:val="99"/>
    <w:locked/>
    <w:rsid w:val="00337D02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15</Pages>
  <Words>4649</Words>
  <Characters>26504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12</cp:revision>
  <cp:lastPrinted>2019-04-03T16:06:00Z</cp:lastPrinted>
  <dcterms:created xsi:type="dcterms:W3CDTF">2019-04-04T08:48:00Z</dcterms:created>
  <dcterms:modified xsi:type="dcterms:W3CDTF">2022-04-26T08:35:00Z</dcterms:modified>
</cp:coreProperties>
</file>