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bookmarkStart w:id="0" w:name="_GoBack"/>
      <w:bookmarkEnd w:id="0"/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A4AE9" w:rsidRPr="00E54974" w:rsidRDefault="008A4AE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A4AE9" w:rsidRPr="00E54974" w:rsidRDefault="008A4AE9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8A4AE9" w:rsidRPr="00E54974" w:rsidRDefault="008A4AE9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8"/>
          <w:lang w:eastAsia="ru-RU"/>
        </w:rPr>
      </w:pPr>
      <w:r>
        <w:rPr>
          <w:rFonts w:ascii="Times New Roman" w:hAnsi="Times New Roman"/>
          <w:i/>
          <w:sz w:val="28"/>
          <w:szCs w:val="20"/>
          <w:lang w:eastAsia="ru-RU"/>
        </w:rPr>
        <w:t>«Б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1</w:t>
      </w:r>
      <w:r>
        <w:rPr>
          <w:rFonts w:ascii="Times New Roman" w:hAnsi="Times New Roman"/>
          <w:i/>
          <w:sz w:val="28"/>
          <w:szCs w:val="20"/>
          <w:lang w:eastAsia="ru-RU"/>
        </w:rPr>
        <w:t>.Д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.Б.3</w:t>
      </w:r>
      <w:r w:rsidRPr="00E54974">
        <w:rPr>
          <w:rFonts w:ascii="Times New Roman" w:hAnsi="Times New Roman"/>
          <w:i/>
          <w:sz w:val="28"/>
          <w:szCs w:val="20"/>
          <w:lang w:eastAsia="ru-RU"/>
        </w:rPr>
        <w:t xml:space="preserve"> Иностранный язык»</w:t>
      </w:r>
    </w:p>
    <w:p w:rsidR="008A4AE9" w:rsidRPr="00E54974" w:rsidRDefault="008A4AE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</w:rPr>
      </w:pPr>
    </w:p>
    <w:p w:rsidR="008A4AE9" w:rsidRDefault="008A4AE9" w:rsidP="00337D02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8A4AE9" w:rsidRDefault="008A4AE9" w:rsidP="00337D02">
      <w:pPr>
        <w:pStyle w:val="ReportHead"/>
        <w:suppressAutoHyphens/>
        <w:spacing w:line="360" w:lineRule="auto"/>
      </w:pPr>
      <w:r>
        <w:t>БАКАЛАВРИАТ</w:t>
      </w:r>
    </w:p>
    <w:p w:rsidR="008A4AE9" w:rsidRDefault="008A4AE9" w:rsidP="00337D02">
      <w:pPr>
        <w:pStyle w:val="ReportHead"/>
        <w:suppressAutoHyphens/>
      </w:pPr>
      <w:r>
        <w:t>Направление подготовки</w:t>
      </w:r>
    </w:p>
    <w:p w:rsidR="008A4AE9" w:rsidRDefault="008A4AE9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38.03.0</w:t>
      </w:r>
      <w:r w:rsidRPr="00F27ABE">
        <w:rPr>
          <w:i/>
          <w:u w:val="single"/>
        </w:rPr>
        <w:t>3</w:t>
      </w:r>
      <w:r>
        <w:rPr>
          <w:i/>
          <w:u w:val="single"/>
        </w:rPr>
        <w:t xml:space="preserve"> Управление персоналом</w:t>
      </w:r>
    </w:p>
    <w:p w:rsidR="008A4AE9" w:rsidRDefault="008A4AE9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A4AE9" w:rsidRPr="00D77F36" w:rsidRDefault="008A4AE9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Управление персоналом организации</w:t>
      </w:r>
    </w:p>
    <w:p w:rsidR="008A4AE9" w:rsidRDefault="008A4AE9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A4AE9" w:rsidRDefault="008A4AE9" w:rsidP="00337D02">
      <w:pPr>
        <w:pStyle w:val="ReportHead"/>
        <w:suppressAutoHyphens/>
        <w:rPr>
          <w:sz w:val="24"/>
        </w:rPr>
      </w:pPr>
    </w:p>
    <w:p w:rsidR="008A4AE9" w:rsidRDefault="008A4AE9" w:rsidP="00337D02">
      <w:pPr>
        <w:pStyle w:val="ReportHead"/>
        <w:suppressAutoHyphens/>
      </w:pPr>
      <w:r>
        <w:t>Квалификация</w:t>
      </w:r>
    </w:p>
    <w:p w:rsidR="008A4AE9" w:rsidRDefault="008A4AE9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8A4AE9" w:rsidRDefault="008A4AE9" w:rsidP="00337D02">
      <w:pPr>
        <w:pStyle w:val="ReportHead"/>
        <w:suppressAutoHyphens/>
        <w:spacing w:before="120"/>
      </w:pPr>
      <w:r>
        <w:t>Форма обучения</w:t>
      </w:r>
    </w:p>
    <w:p w:rsidR="008A4AE9" w:rsidRDefault="008A4AE9" w:rsidP="00337D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A4AE9" w:rsidRDefault="008A4AE9" w:rsidP="00337D02">
      <w:pPr>
        <w:pStyle w:val="ReportHead"/>
        <w:suppressAutoHyphens/>
      </w:pPr>
      <w:bookmarkStart w:id="1" w:name="BookmarkWhereDelChr13"/>
      <w:bookmarkEnd w:id="1"/>
    </w:p>
    <w:p w:rsidR="008A4AE9" w:rsidRDefault="008A4AE9" w:rsidP="00337D02">
      <w:pPr>
        <w:pStyle w:val="ReportHead"/>
        <w:suppressAutoHyphens/>
      </w:pPr>
    </w:p>
    <w:p w:rsidR="008A4AE9" w:rsidRDefault="008A4AE9" w:rsidP="00337D02">
      <w:pPr>
        <w:pStyle w:val="ReportHead"/>
        <w:suppressAutoHyphens/>
      </w:pPr>
    </w:p>
    <w:p w:rsidR="008A4AE9" w:rsidRDefault="008A4AE9" w:rsidP="00337D02">
      <w:pPr>
        <w:pStyle w:val="ReportHead"/>
        <w:suppressAutoHyphens/>
      </w:pPr>
    </w:p>
    <w:p w:rsidR="008A4AE9" w:rsidRDefault="008A4AE9" w:rsidP="00337D02">
      <w:pPr>
        <w:pStyle w:val="ReportHead"/>
        <w:suppressAutoHyphens/>
      </w:pPr>
    </w:p>
    <w:p w:rsidR="008A4AE9" w:rsidRDefault="008A4AE9" w:rsidP="00337D02">
      <w:pPr>
        <w:pStyle w:val="ReportHead"/>
        <w:suppressAutoHyphens/>
      </w:pPr>
    </w:p>
    <w:p w:rsidR="008A4AE9" w:rsidRPr="00F27ABE" w:rsidRDefault="008A4AE9" w:rsidP="00337D0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Год набора 202</w:t>
      </w:r>
      <w:r>
        <w:rPr>
          <w:rFonts w:ascii="Times New Roman" w:hAnsi="Times New Roman"/>
          <w:sz w:val="28"/>
          <w:szCs w:val="28"/>
          <w:lang w:val="en-US"/>
        </w:rPr>
        <w:t>2</w:t>
      </w:r>
    </w:p>
    <w:p w:rsidR="008A4AE9" w:rsidRPr="0038627F" w:rsidRDefault="008A4AE9" w:rsidP="00E54974">
      <w:pPr>
        <w:jc w:val="both"/>
        <w:rPr>
          <w:rFonts w:ascii="Times New Roman" w:hAnsi="Times New Roman"/>
          <w:sz w:val="28"/>
          <w:szCs w:val="28"/>
        </w:rPr>
      </w:pPr>
    </w:p>
    <w:p w:rsidR="008A4AE9" w:rsidRPr="0038627F" w:rsidRDefault="008A4AE9" w:rsidP="00E54974">
      <w:pPr>
        <w:jc w:val="both"/>
        <w:rPr>
          <w:rFonts w:ascii="Times New Roman" w:hAnsi="Times New Roman"/>
          <w:sz w:val="28"/>
          <w:szCs w:val="28"/>
        </w:rPr>
      </w:pPr>
    </w:p>
    <w:p w:rsidR="008A4AE9" w:rsidRDefault="008A4AE9" w:rsidP="00E54974">
      <w:pPr>
        <w:jc w:val="both"/>
        <w:rPr>
          <w:rFonts w:ascii="Times New Roman" w:hAnsi="Times New Roman"/>
          <w:sz w:val="28"/>
          <w:szCs w:val="28"/>
        </w:rPr>
      </w:pPr>
    </w:p>
    <w:p w:rsidR="008A4AE9" w:rsidRPr="00337D02" w:rsidRDefault="008A4AE9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Составители: </w:t>
      </w:r>
      <w:r w:rsidRPr="00337D02">
        <w:rPr>
          <w:rFonts w:ascii="Times New Roman" w:hAnsi="Times New Roman"/>
          <w:sz w:val="28"/>
          <w:szCs w:val="28"/>
        </w:rPr>
        <w:t xml:space="preserve">_______________ </w:t>
      </w:r>
      <w:r>
        <w:rPr>
          <w:rFonts w:ascii="Times New Roman" w:hAnsi="Times New Roman"/>
          <w:sz w:val="28"/>
          <w:szCs w:val="28"/>
        </w:rPr>
        <w:t>О.П.</w:t>
      </w:r>
      <w:r w:rsidRPr="00337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Симутова</w:t>
      </w:r>
    </w:p>
    <w:p w:rsidR="008A4AE9" w:rsidRPr="00337D02" w:rsidRDefault="008A4AE9" w:rsidP="00337D02">
      <w:pPr>
        <w:ind w:left="1416"/>
        <w:jc w:val="both"/>
        <w:rPr>
          <w:rFonts w:ascii="Times New Roman" w:hAnsi="Times New Roman"/>
          <w:sz w:val="28"/>
          <w:szCs w:val="28"/>
        </w:rPr>
      </w:pPr>
      <w:r w:rsidRPr="00337D02">
        <w:rPr>
          <w:rFonts w:ascii="Times New Roman" w:hAnsi="Times New Roman"/>
          <w:sz w:val="28"/>
          <w:szCs w:val="28"/>
        </w:rPr>
        <w:t xml:space="preserve">    _______________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В.Е.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Щербина </w:t>
      </w:r>
    </w:p>
    <w:p w:rsidR="008A4AE9" w:rsidRPr="00E54974" w:rsidRDefault="008A4AE9" w:rsidP="00E54974">
      <w:pPr>
        <w:jc w:val="both"/>
        <w:rPr>
          <w:rFonts w:ascii="Times New Roman" w:hAnsi="Times New Roman"/>
          <w:sz w:val="28"/>
          <w:szCs w:val="28"/>
        </w:rPr>
      </w:pPr>
    </w:p>
    <w:p w:rsidR="008A4AE9" w:rsidRPr="00E54974" w:rsidRDefault="008A4AE9" w:rsidP="00E54974">
      <w:pPr>
        <w:jc w:val="both"/>
        <w:rPr>
          <w:rFonts w:ascii="Times New Roman" w:hAnsi="Times New Roman"/>
          <w:sz w:val="28"/>
          <w:szCs w:val="28"/>
        </w:rPr>
      </w:pPr>
    </w:p>
    <w:p w:rsidR="008A4AE9" w:rsidRPr="00E54974" w:rsidRDefault="008A4AE9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8A4AE9" w:rsidRPr="00E54974" w:rsidRDefault="008A4AE9" w:rsidP="00E54974">
      <w:pPr>
        <w:jc w:val="both"/>
        <w:rPr>
          <w:rFonts w:ascii="Times New Roman" w:hAnsi="Times New Roman"/>
          <w:sz w:val="28"/>
          <w:szCs w:val="28"/>
        </w:rPr>
      </w:pPr>
    </w:p>
    <w:p w:rsidR="008A4AE9" w:rsidRPr="00E54974" w:rsidRDefault="008A4AE9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 xml:space="preserve">немецкой филологии и методики преподавания немецкого языка </w:t>
      </w:r>
      <w:r w:rsidRPr="00337D02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О.П. Симутова</w:t>
      </w: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A4AE9" w:rsidRPr="00E54974" w:rsidRDefault="008A4AE9" w:rsidP="00E54974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:rsidR="008A4AE9" w:rsidRDefault="008A4AE9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8A4AE9" w:rsidRDefault="008A4AE9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8A4AE9" w:rsidRDefault="008A4AE9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8A4AE9" w:rsidRDefault="008A4AE9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8A4AE9" w:rsidRDefault="008A4AE9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8A4AE9" w:rsidRPr="00E54974" w:rsidRDefault="008A4AE9" w:rsidP="00337D0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434.85pt;margin-top:6.3pt;width:54pt;height:36pt;z-index:25165824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" strokecolor="white" strokeweight=".26mm"/>
        </w:pict>
      </w: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t>Содержание</w:t>
      </w:r>
    </w:p>
    <w:p w:rsidR="008A4AE9" w:rsidRPr="00E54974" w:rsidRDefault="008A4AE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8A4AE9" w:rsidRPr="00E54974" w:rsidRDefault="008A4AE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8A4AE9" w:rsidRPr="00E54974" w:rsidRDefault="008A4AE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8A4AE9" w:rsidRPr="00E54974" w:rsidRDefault="008A4AE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(зачет, экзамен)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8A4AE9" w:rsidRPr="00E54974" w:rsidRDefault="008A4AE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A4AE9" w:rsidRPr="00E54974" w:rsidRDefault="008A4AE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Default="008A4AE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A4AE9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8A4AE9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4AE9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A4AE9" w:rsidRPr="00A932AB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8A4AE9" w:rsidRPr="00A932AB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8A4AE9" w:rsidRPr="00A932AB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8A4AE9" w:rsidRPr="00A932AB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8A4AE9" w:rsidRPr="00A932AB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8A4AE9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4AE9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8A4AE9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A4AE9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8A4AE9" w:rsidRPr="00A932AB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8A4AE9" w:rsidRPr="00A448C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8A4AE9" w:rsidRPr="00A448C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8A4AE9" w:rsidRPr="00E54974" w:rsidRDefault="008A4AE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8A4AE9" w:rsidRPr="008847D7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работе над текстом внеаудиторного чтения на немецком языке сначала следует внимательно прочитать текст, затем выписать в тетрадь все 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8A4AE9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 Mutter – мать; (тех.) гайка.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8A4AE9" w:rsidRPr="00E54974" w:rsidRDefault="008A4AE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8A4AE9" w:rsidRPr="00E54974" w:rsidRDefault="008A4AE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8A4AE9" w:rsidRPr="00E54974" w:rsidRDefault="008A4AE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8A4AE9" w:rsidRPr="00E54974" w:rsidRDefault="008A4AE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8A4AE9" w:rsidRPr="00E54974" w:rsidRDefault="008A4AE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8A4AE9" w:rsidRDefault="008A4AE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8A4AE9" w:rsidRPr="00E54974" w:rsidRDefault="008A4AE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4AE9" w:rsidRPr="008847D7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экзамену)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8A4AE9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8A4AE9" w:rsidRPr="00E54974" w:rsidRDefault="008A4AE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8A4AE9" w:rsidRPr="00E54974" w:rsidRDefault="008A4AE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8A4AE9" w:rsidRPr="00E54974" w:rsidRDefault="008A4AE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8A4AE9" w:rsidRPr="00E54974" w:rsidRDefault="008A4AE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экзамена включает в себя: </w:t>
      </w:r>
    </w:p>
    <w:p w:rsidR="008A4AE9" w:rsidRPr="00E54974" w:rsidRDefault="008A4AE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8A4AE9" w:rsidRPr="00E54974" w:rsidRDefault="008A4AE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8A4AE9" w:rsidRPr="00E54974" w:rsidRDefault="008A4AE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8A4AE9" w:rsidRPr="00E54974" w:rsidRDefault="008A4AE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A4AE9" w:rsidRPr="008847D7" w:rsidRDefault="008A4AE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8A4AE9" w:rsidRPr="00E54974" w:rsidRDefault="008A4AE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8A4AE9" w:rsidRDefault="008A4AE9" w:rsidP="007661A4">
      <w:pPr>
        <w:spacing w:line="240" w:lineRule="auto"/>
      </w:pPr>
    </w:p>
    <w:sectPr w:rsidR="008A4AE9" w:rsidSect="00871A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AE9" w:rsidRDefault="008A4AE9" w:rsidP="005A331F">
      <w:pPr>
        <w:spacing w:after="0" w:line="240" w:lineRule="auto"/>
      </w:pPr>
      <w:r>
        <w:separator/>
      </w:r>
    </w:p>
  </w:endnote>
  <w:endnote w:type="continuationSeparator" w:id="0">
    <w:p w:rsidR="008A4AE9" w:rsidRDefault="008A4AE9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E9" w:rsidRDefault="008A4AE9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4AE9" w:rsidRDefault="008A4AE9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E9" w:rsidRDefault="008A4AE9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A4AE9" w:rsidRDefault="008A4AE9" w:rsidP="00871AF6">
    <w:pPr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E9" w:rsidRDefault="008A4AE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AE9" w:rsidRDefault="008A4AE9" w:rsidP="005A331F">
      <w:pPr>
        <w:spacing w:after="0" w:line="240" w:lineRule="auto"/>
      </w:pPr>
      <w:r>
        <w:separator/>
      </w:r>
    </w:p>
  </w:footnote>
  <w:footnote w:type="continuationSeparator" w:id="0">
    <w:p w:rsidR="008A4AE9" w:rsidRDefault="008A4AE9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E9" w:rsidRDefault="008A4AE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E9" w:rsidRDefault="008A4AE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E9" w:rsidRDefault="008A4AE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BF5"/>
    <w:rsid w:val="00013B6C"/>
    <w:rsid w:val="00072BF5"/>
    <w:rsid w:val="00080BAD"/>
    <w:rsid w:val="000821E1"/>
    <w:rsid w:val="000A3B16"/>
    <w:rsid w:val="000A7CCE"/>
    <w:rsid w:val="000F31B6"/>
    <w:rsid w:val="000F654B"/>
    <w:rsid w:val="0012798C"/>
    <w:rsid w:val="00151B82"/>
    <w:rsid w:val="0023610D"/>
    <w:rsid w:val="00264D6B"/>
    <w:rsid w:val="002C7FAC"/>
    <w:rsid w:val="002D6B03"/>
    <w:rsid w:val="00337D02"/>
    <w:rsid w:val="00341D21"/>
    <w:rsid w:val="00347746"/>
    <w:rsid w:val="00385973"/>
    <w:rsid w:val="0038627F"/>
    <w:rsid w:val="003C2B40"/>
    <w:rsid w:val="00414D2A"/>
    <w:rsid w:val="004B60BB"/>
    <w:rsid w:val="00516C5B"/>
    <w:rsid w:val="005344CA"/>
    <w:rsid w:val="00570BFF"/>
    <w:rsid w:val="00590DE4"/>
    <w:rsid w:val="005A331F"/>
    <w:rsid w:val="005A789A"/>
    <w:rsid w:val="006C222B"/>
    <w:rsid w:val="006C6A0F"/>
    <w:rsid w:val="006E3F3D"/>
    <w:rsid w:val="0073503A"/>
    <w:rsid w:val="00756922"/>
    <w:rsid w:val="007661A4"/>
    <w:rsid w:val="00785E85"/>
    <w:rsid w:val="007B4711"/>
    <w:rsid w:val="00833324"/>
    <w:rsid w:val="00841CF0"/>
    <w:rsid w:val="00871AF6"/>
    <w:rsid w:val="00883B27"/>
    <w:rsid w:val="008847D7"/>
    <w:rsid w:val="008A4AE9"/>
    <w:rsid w:val="008D2B59"/>
    <w:rsid w:val="0093444F"/>
    <w:rsid w:val="00A448C4"/>
    <w:rsid w:val="00A932AB"/>
    <w:rsid w:val="00AA26BD"/>
    <w:rsid w:val="00AC1410"/>
    <w:rsid w:val="00B00A3C"/>
    <w:rsid w:val="00B543FD"/>
    <w:rsid w:val="00B804F6"/>
    <w:rsid w:val="00BB695A"/>
    <w:rsid w:val="00BE2C8E"/>
    <w:rsid w:val="00C655FD"/>
    <w:rsid w:val="00D10DDD"/>
    <w:rsid w:val="00D77F36"/>
    <w:rsid w:val="00D96073"/>
    <w:rsid w:val="00E54974"/>
    <w:rsid w:val="00E96D1F"/>
    <w:rsid w:val="00EE6149"/>
    <w:rsid w:val="00F27ABE"/>
    <w:rsid w:val="00F43261"/>
    <w:rsid w:val="00F43433"/>
    <w:rsid w:val="00FC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E549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Normal"/>
    <w:link w:val="ReportHead0"/>
    <w:uiPriority w:val="99"/>
    <w:rsid w:val="00337D02"/>
    <w:pPr>
      <w:spacing w:after="0" w:line="240" w:lineRule="auto"/>
      <w:jc w:val="center"/>
    </w:pPr>
    <w:rPr>
      <w:rFonts w:eastAsia="Times New Roman"/>
      <w:szCs w:val="20"/>
    </w:rPr>
  </w:style>
  <w:style w:type="character" w:customStyle="1" w:styleId="ReportHead0">
    <w:name w:val="Report_Head Знак"/>
    <w:link w:val="ReportHead"/>
    <w:uiPriority w:val="99"/>
    <w:locked/>
    <w:rsid w:val="00337D02"/>
    <w:rPr>
      <w:rFonts w:eastAsia="Times New Roman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15</Pages>
  <Words>4647</Words>
  <Characters>26491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11</cp:revision>
  <cp:lastPrinted>2019-04-03T16:06:00Z</cp:lastPrinted>
  <dcterms:created xsi:type="dcterms:W3CDTF">2019-04-04T08:48:00Z</dcterms:created>
  <dcterms:modified xsi:type="dcterms:W3CDTF">2022-04-25T10:14:00Z</dcterms:modified>
</cp:coreProperties>
</file>